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5" w:type="dxa"/>
        <w:tblLayout w:type="fixed"/>
        <w:tblLook w:val="01E0"/>
      </w:tblPr>
      <w:tblGrid>
        <w:gridCol w:w="5326"/>
        <w:gridCol w:w="4499"/>
      </w:tblGrid>
      <w:tr w:rsidR="001E4E5E" w:rsidRPr="00461EB6" w:rsidTr="00BA18F6">
        <w:tc>
          <w:tcPr>
            <w:tcW w:w="5328" w:type="dxa"/>
          </w:tcPr>
          <w:p w:rsidR="001E4E5E" w:rsidRPr="00BA18F6" w:rsidRDefault="001E4E5E" w:rsidP="00BA18F6">
            <w:pPr>
              <w:spacing w:after="0" w:line="240" w:lineRule="auto"/>
              <w:ind w:right="-648"/>
              <w:jc w:val="both"/>
              <w:rPr>
                <w:rFonts w:ascii="Times New Roman" w:hAnsi="Times New Roman"/>
                <w:sz w:val="26"/>
                <w:szCs w:val="26"/>
                <w:lang w:val="uk-UA"/>
              </w:rPr>
            </w:pPr>
          </w:p>
        </w:tc>
        <w:tc>
          <w:tcPr>
            <w:tcW w:w="4500" w:type="dxa"/>
          </w:tcPr>
          <w:p w:rsidR="001E4E5E" w:rsidRPr="00BA18F6" w:rsidRDefault="001E4E5E" w:rsidP="00BA18F6">
            <w:pPr>
              <w:spacing w:after="0" w:line="240" w:lineRule="auto"/>
              <w:rPr>
                <w:rFonts w:ascii="Times New Roman" w:hAnsi="Times New Roman"/>
                <w:b/>
                <w:sz w:val="26"/>
                <w:szCs w:val="26"/>
                <w:lang w:val="uk-UA"/>
              </w:rPr>
            </w:pPr>
            <w:r w:rsidRPr="00BA18F6">
              <w:rPr>
                <w:rFonts w:ascii="Times New Roman" w:hAnsi="Times New Roman"/>
                <w:b/>
                <w:sz w:val="26"/>
                <w:szCs w:val="26"/>
                <w:lang w:val="uk-UA"/>
              </w:rPr>
              <w:t>Додаток</w:t>
            </w:r>
          </w:p>
          <w:p w:rsidR="001E4E5E" w:rsidRPr="00BA18F6" w:rsidRDefault="001E4E5E" w:rsidP="00BA18F6">
            <w:pPr>
              <w:spacing w:after="0" w:line="240" w:lineRule="auto"/>
              <w:rPr>
                <w:rFonts w:ascii="Times New Roman" w:hAnsi="Times New Roman"/>
                <w:b/>
                <w:sz w:val="26"/>
                <w:szCs w:val="26"/>
                <w:lang w:val="uk-UA"/>
              </w:rPr>
            </w:pPr>
            <w:r w:rsidRPr="00BA18F6">
              <w:rPr>
                <w:rFonts w:ascii="Times New Roman" w:hAnsi="Times New Roman"/>
                <w:b/>
                <w:sz w:val="26"/>
                <w:szCs w:val="26"/>
                <w:lang w:val="uk-UA"/>
              </w:rPr>
              <w:t>до рішення виконавчого комітету</w:t>
            </w:r>
          </w:p>
          <w:p w:rsidR="001E4E5E" w:rsidRPr="00BA18F6" w:rsidRDefault="001E4E5E" w:rsidP="00BA18F6">
            <w:pPr>
              <w:spacing w:after="0" w:line="240" w:lineRule="auto"/>
              <w:rPr>
                <w:rFonts w:ascii="Times New Roman" w:hAnsi="Times New Roman"/>
                <w:b/>
                <w:sz w:val="26"/>
                <w:szCs w:val="26"/>
                <w:lang w:val="uk-UA"/>
              </w:rPr>
            </w:pPr>
            <w:r w:rsidRPr="00BA18F6">
              <w:rPr>
                <w:rFonts w:ascii="Times New Roman" w:hAnsi="Times New Roman"/>
                <w:b/>
                <w:sz w:val="26"/>
                <w:szCs w:val="26"/>
                <w:lang w:val="uk-UA"/>
              </w:rPr>
              <w:t xml:space="preserve">Дрогобицької міської ради  </w:t>
            </w:r>
          </w:p>
          <w:p w:rsidR="001E4E5E" w:rsidRPr="00682BE0" w:rsidRDefault="001E4E5E" w:rsidP="00BA18F6">
            <w:pPr>
              <w:spacing w:after="0" w:line="240" w:lineRule="auto"/>
              <w:rPr>
                <w:rFonts w:ascii="Times New Roman" w:hAnsi="Times New Roman"/>
                <w:b/>
                <w:sz w:val="26"/>
                <w:szCs w:val="26"/>
                <w:lang w:val="en-US"/>
              </w:rPr>
            </w:pPr>
            <w:r w:rsidRPr="00BA18F6">
              <w:rPr>
                <w:rFonts w:ascii="Times New Roman" w:hAnsi="Times New Roman"/>
                <w:b/>
                <w:sz w:val="26"/>
                <w:szCs w:val="26"/>
                <w:lang w:val="uk-UA"/>
              </w:rPr>
              <w:t xml:space="preserve">від </w:t>
            </w:r>
            <w:r>
              <w:rPr>
                <w:rFonts w:ascii="Times New Roman" w:hAnsi="Times New Roman"/>
                <w:b/>
                <w:sz w:val="26"/>
                <w:szCs w:val="26"/>
                <w:lang w:val="en-US"/>
              </w:rPr>
              <w:t>16.08.</w:t>
            </w:r>
            <w:r w:rsidRPr="00BA18F6">
              <w:rPr>
                <w:rFonts w:ascii="Times New Roman" w:hAnsi="Times New Roman"/>
                <w:b/>
                <w:sz w:val="26"/>
                <w:szCs w:val="26"/>
                <w:lang w:val="uk-UA"/>
              </w:rPr>
              <w:t xml:space="preserve">2017 № </w:t>
            </w:r>
            <w:r>
              <w:rPr>
                <w:rFonts w:ascii="Times New Roman" w:hAnsi="Times New Roman"/>
                <w:b/>
                <w:sz w:val="26"/>
                <w:szCs w:val="26"/>
                <w:lang w:val="en-US"/>
              </w:rPr>
              <w:t>175</w:t>
            </w:r>
          </w:p>
          <w:p w:rsidR="001E4E5E" w:rsidRPr="00BA18F6" w:rsidRDefault="001E4E5E" w:rsidP="00BA18F6">
            <w:pPr>
              <w:spacing w:after="0" w:line="240" w:lineRule="auto"/>
              <w:rPr>
                <w:rFonts w:ascii="Times New Roman" w:hAnsi="Times New Roman"/>
                <w:sz w:val="26"/>
                <w:szCs w:val="26"/>
                <w:lang w:val="uk-UA"/>
              </w:rPr>
            </w:pPr>
          </w:p>
        </w:tc>
      </w:tr>
    </w:tbl>
    <w:p w:rsidR="001E4E5E" w:rsidRPr="00461EB6" w:rsidRDefault="001E4E5E" w:rsidP="00804F0E">
      <w:pPr>
        <w:spacing w:after="0" w:line="240" w:lineRule="auto"/>
        <w:ind w:firstLine="5245"/>
        <w:jc w:val="both"/>
        <w:rPr>
          <w:rFonts w:ascii="Times New Roman" w:hAnsi="Times New Roman"/>
          <w:sz w:val="26"/>
          <w:szCs w:val="26"/>
          <w:lang w:val="uk-UA"/>
        </w:rPr>
      </w:pPr>
    </w:p>
    <w:p w:rsidR="001E4E5E" w:rsidRPr="00461EB6" w:rsidRDefault="001E4E5E" w:rsidP="00804F0E">
      <w:pPr>
        <w:spacing w:after="0" w:line="240" w:lineRule="auto"/>
        <w:ind w:firstLine="5954"/>
        <w:jc w:val="both"/>
        <w:rPr>
          <w:rFonts w:ascii="Times New Roman" w:hAnsi="Times New Roman"/>
          <w:i/>
          <w:sz w:val="26"/>
          <w:szCs w:val="26"/>
          <w:lang w:val="uk-UA"/>
        </w:rPr>
      </w:pPr>
    </w:p>
    <w:p w:rsidR="001E4E5E" w:rsidRPr="00461EB6" w:rsidRDefault="001E4E5E" w:rsidP="00804F0E">
      <w:pPr>
        <w:spacing w:after="0" w:line="240" w:lineRule="auto"/>
        <w:jc w:val="center"/>
        <w:rPr>
          <w:rFonts w:ascii="Times New Roman" w:hAnsi="Times New Roman"/>
          <w:b/>
          <w:sz w:val="26"/>
          <w:szCs w:val="26"/>
          <w:lang w:val="uk-UA"/>
        </w:rPr>
      </w:pPr>
      <w:r w:rsidRPr="00461EB6">
        <w:rPr>
          <w:rFonts w:ascii="Times New Roman" w:hAnsi="Times New Roman"/>
          <w:b/>
          <w:sz w:val="26"/>
          <w:szCs w:val="26"/>
          <w:lang w:val="uk-UA"/>
        </w:rPr>
        <w:t>ПОЛОЖЕННЯ</w:t>
      </w:r>
    </w:p>
    <w:p w:rsidR="001E4E5E" w:rsidRPr="00461EB6" w:rsidRDefault="001E4E5E" w:rsidP="00804F0E">
      <w:pPr>
        <w:spacing w:after="0" w:line="240" w:lineRule="auto"/>
        <w:jc w:val="center"/>
        <w:rPr>
          <w:rFonts w:ascii="Times New Roman" w:hAnsi="Times New Roman"/>
          <w:b/>
          <w:sz w:val="26"/>
          <w:szCs w:val="26"/>
          <w:lang w:val="uk-UA"/>
        </w:rPr>
      </w:pPr>
      <w:r w:rsidRPr="00461EB6">
        <w:rPr>
          <w:rFonts w:ascii="Times New Roman" w:hAnsi="Times New Roman"/>
          <w:b/>
          <w:sz w:val="26"/>
          <w:szCs w:val="26"/>
          <w:lang w:val="uk-UA"/>
        </w:rPr>
        <w:t>про проведення конкурсної процедури призначення керівників комунальних закладів культури, які є на балансі відділу культури та мистецтв виконавчих органів Дрогобицької міської ради</w:t>
      </w:r>
    </w:p>
    <w:p w:rsidR="001E4E5E" w:rsidRPr="00461EB6" w:rsidRDefault="001E4E5E" w:rsidP="00804F0E">
      <w:pPr>
        <w:spacing w:after="0" w:line="240" w:lineRule="auto"/>
        <w:jc w:val="center"/>
        <w:rPr>
          <w:rFonts w:ascii="Times New Roman" w:hAnsi="Times New Roman"/>
          <w:b/>
          <w:sz w:val="26"/>
          <w:szCs w:val="26"/>
          <w:lang w:val="uk-UA"/>
        </w:rPr>
      </w:pPr>
      <w:bookmarkStart w:id="0" w:name="_GoBack"/>
      <w:bookmarkEnd w:id="0"/>
    </w:p>
    <w:p w:rsidR="001E4E5E" w:rsidRPr="00461EB6" w:rsidRDefault="001E4E5E" w:rsidP="00804F0E">
      <w:pPr>
        <w:pStyle w:val="1"/>
        <w:numPr>
          <w:ilvl w:val="0"/>
          <w:numId w:val="1"/>
        </w:numPr>
        <w:spacing w:after="0" w:line="240" w:lineRule="auto"/>
        <w:jc w:val="center"/>
        <w:rPr>
          <w:rFonts w:ascii="Times New Roman" w:hAnsi="Times New Roman"/>
          <w:b/>
          <w:sz w:val="26"/>
          <w:szCs w:val="26"/>
          <w:lang w:val="uk-UA"/>
        </w:rPr>
      </w:pPr>
      <w:r w:rsidRPr="00461EB6">
        <w:rPr>
          <w:rFonts w:ascii="Times New Roman" w:hAnsi="Times New Roman"/>
          <w:b/>
          <w:sz w:val="26"/>
          <w:szCs w:val="26"/>
          <w:lang w:val="uk-UA"/>
        </w:rPr>
        <w:t>Загальні положення</w:t>
      </w:r>
    </w:p>
    <w:p w:rsidR="001E4E5E" w:rsidRPr="00461EB6" w:rsidRDefault="001E4E5E" w:rsidP="00804F0E">
      <w:pPr>
        <w:pStyle w:val="1"/>
        <w:spacing w:after="0" w:line="240" w:lineRule="auto"/>
        <w:rPr>
          <w:rFonts w:ascii="Times New Roman" w:hAnsi="Times New Roman"/>
          <w:b/>
          <w:i/>
          <w:sz w:val="26"/>
          <w:szCs w:val="26"/>
          <w:lang w:val="uk-UA"/>
        </w:rPr>
      </w:pPr>
    </w:p>
    <w:p w:rsidR="001E4E5E" w:rsidRPr="00461EB6" w:rsidRDefault="001E4E5E" w:rsidP="00804F0E">
      <w:pPr>
        <w:pStyle w:val="1"/>
        <w:spacing w:after="0" w:line="240" w:lineRule="auto"/>
        <w:ind w:left="0" w:firstLine="709"/>
        <w:jc w:val="both"/>
        <w:rPr>
          <w:rFonts w:ascii="Times New Roman" w:hAnsi="Times New Roman"/>
          <w:sz w:val="26"/>
          <w:szCs w:val="26"/>
          <w:lang w:val="uk-UA"/>
        </w:rPr>
      </w:pPr>
      <w:r w:rsidRPr="00461EB6">
        <w:rPr>
          <w:rFonts w:ascii="Times New Roman" w:hAnsi="Times New Roman"/>
          <w:sz w:val="26"/>
          <w:szCs w:val="26"/>
          <w:lang w:val="uk-UA"/>
        </w:rPr>
        <w:t>1.1. Положення про порядок призначення та звільнення з посад керівників закладів культури комунальної власності міста, які призначаються за конкурсною процедурою (надалі – Положення)  розроблено відповідно до Законів України «Про культуру», «Про театри і театральну справу», «Про музеї та музейну справу», «Про бібліотеку і бібліотечну справу»,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w:t>
      </w:r>
    </w:p>
    <w:p w:rsidR="001E4E5E" w:rsidRPr="00461EB6" w:rsidRDefault="001E4E5E" w:rsidP="00804F0E">
      <w:pPr>
        <w:pStyle w:val="1"/>
        <w:spacing w:after="0" w:line="240" w:lineRule="auto"/>
        <w:ind w:left="0" w:firstLine="709"/>
        <w:jc w:val="both"/>
        <w:rPr>
          <w:rFonts w:ascii="Times New Roman" w:hAnsi="Times New Roman"/>
          <w:sz w:val="26"/>
          <w:szCs w:val="26"/>
          <w:lang w:val="uk-UA"/>
        </w:rPr>
      </w:pPr>
      <w:r w:rsidRPr="00461EB6">
        <w:rPr>
          <w:rFonts w:ascii="Times New Roman" w:hAnsi="Times New Roman"/>
          <w:sz w:val="26"/>
          <w:szCs w:val="26"/>
          <w:lang w:val="uk-UA"/>
        </w:rPr>
        <w:t>1.2. Положення поширюється на керівників комунальних закладів культури (надалі – заклади), а саме: театрів, бібліотек, Народних домів, музеїв, муніципальних колективів.</w:t>
      </w:r>
    </w:p>
    <w:p w:rsidR="001E4E5E" w:rsidRPr="00461EB6" w:rsidRDefault="001E4E5E" w:rsidP="00804F0E">
      <w:pPr>
        <w:pStyle w:val="1"/>
        <w:spacing w:after="0" w:line="240" w:lineRule="auto"/>
        <w:ind w:left="0" w:firstLine="709"/>
        <w:jc w:val="both"/>
        <w:rPr>
          <w:rFonts w:ascii="Times New Roman" w:hAnsi="Times New Roman"/>
          <w:sz w:val="26"/>
          <w:szCs w:val="26"/>
          <w:lang w:val="uk-UA"/>
        </w:rPr>
      </w:pPr>
    </w:p>
    <w:p w:rsidR="001E4E5E" w:rsidRPr="00461EB6" w:rsidRDefault="001E4E5E" w:rsidP="00804F0E">
      <w:pPr>
        <w:pStyle w:val="1"/>
        <w:numPr>
          <w:ilvl w:val="0"/>
          <w:numId w:val="1"/>
        </w:numPr>
        <w:spacing w:after="0" w:line="240" w:lineRule="auto"/>
        <w:jc w:val="center"/>
        <w:rPr>
          <w:rFonts w:ascii="Times New Roman" w:hAnsi="Times New Roman"/>
          <w:b/>
          <w:i/>
          <w:sz w:val="26"/>
          <w:szCs w:val="26"/>
          <w:lang w:val="uk-UA"/>
        </w:rPr>
      </w:pPr>
      <w:r w:rsidRPr="00461EB6">
        <w:rPr>
          <w:rFonts w:ascii="Times New Roman" w:hAnsi="Times New Roman"/>
          <w:b/>
          <w:i/>
          <w:sz w:val="26"/>
          <w:szCs w:val="26"/>
          <w:lang w:val="uk-UA"/>
        </w:rPr>
        <w:t>Вимоги до керівника закладу</w:t>
      </w:r>
    </w:p>
    <w:p w:rsidR="001E4E5E" w:rsidRPr="00461EB6" w:rsidRDefault="001E4E5E" w:rsidP="00804F0E">
      <w:pPr>
        <w:pStyle w:val="1"/>
        <w:spacing w:after="0" w:line="240" w:lineRule="auto"/>
        <w:rPr>
          <w:rFonts w:ascii="Times New Roman" w:hAnsi="Times New Roman"/>
          <w:sz w:val="26"/>
          <w:szCs w:val="26"/>
          <w:lang w:val="uk-UA"/>
        </w:rPr>
      </w:pPr>
    </w:p>
    <w:p w:rsidR="001E4E5E" w:rsidRPr="00461EB6" w:rsidRDefault="001E4E5E" w:rsidP="00804F0E">
      <w:pPr>
        <w:pStyle w:val="1"/>
        <w:spacing w:after="0" w:line="240" w:lineRule="auto"/>
        <w:ind w:left="0" w:firstLine="709"/>
        <w:jc w:val="both"/>
        <w:rPr>
          <w:rFonts w:ascii="Times New Roman" w:hAnsi="Times New Roman"/>
          <w:sz w:val="26"/>
          <w:szCs w:val="26"/>
          <w:lang w:val="uk-UA"/>
        </w:rPr>
      </w:pPr>
      <w:r w:rsidRPr="00461EB6">
        <w:rPr>
          <w:rFonts w:ascii="Times New Roman" w:hAnsi="Times New Roman"/>
          <w:sz w:val="26"/>
          <w:szCs w:val="26"/>
          <w:lang w:val="uk-UA"/>
        </w:rPr>
        <w:t>2.1.  Керівником може бути особа, яка має вищу освіту, стаж роботи у сфері культури не менше трьох років, володіє державною мовою та здатна за діловими й моральними рисами, освітнім і професійним рівнем виконувати відповідні посадові обов’язки.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rPr>
        <w:t xml:space="preserve">2.2. Не може </w:t>
      </w:r>
      <w:r w:rsidRPr="00461EB6">
        <w:rPr>
          <w:rFonts w:ascii="Times New Roman" w:hAnsi="Times New Roman"/>
          <w:sz w:val="26"/>
          <w:szCs w:val="26"/>
          <w:lang w:val="uk-UA" w:eastAsia="ru-RU"/>
        </w:rPr>
        <w:t>бути призначена на посаду керівника закладу особа, яка:</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 xml:space="preserve">2.2.1 </w:t>
      </w:r>
      <w:bookmarkStart w:id="1" w:name="n52"/>
      <w:bookmarkEnd w:id="1"/>
      <w:r w:rsidRPr="00461EB6">
        <w:rPr>
          <w:rFonts w:ascii="Times New Roman" w:hAnsi="Times New Roman"/>
          <w:sz w:val="26"/>
          <w:szCs w:val="26"/>
          <w:lang w:val="uk-UA" w:eastAsia="ru-RU"/>
        </w:rPr>
        <w:t>за рішенням суду визнана недієздатною або її дієздатність обмежена;</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 xml:space="preserve">2.2.2 </w:t>
      </w:r>
      <w:bookmarkStart w:id="2" w:name="n53"/>
      <w:bookmarkEnd w:id="2"/>
      <w:r w:rsidRPr="00461EB6">
        <w:rPr>
          <w:rFonts w:ascii="Times New Roman" w:hAnsi="Times New Roman"/>
          <w:sz w:val="26"/>
          <w:szCs w:val="26"/>
          <w:lang w:val="uk-UA" w:eastAsia="ru-RU"/>
        </w:rPr>
        <w:t>має судимість за вчинення злочину, якщо така судимість не погашена або не знята в установленому законом порядку, або на яку впродовж останнього року накладалося адміністративне стягнення за вчинення корупційного правопорушення;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2.2.3</w:t>
      </w:r>
      <w:bookmarkStart w:id="3" w:name="n54"/>
      <w:bookmarkEnd w:id="3"/>
      <w:r w:rsidRPr="00461EB6">
        <w:rPr>
          <w:rFonts w:ascii="Times New Roman" w:hAnsi="Times New Roman"/>
          <w:sz w:val="26"/>
          <w:szCs w:val="26"/>
          <w:lang w:val="uk-UA" w:eastAsia="ru-RU"/>
        </w:rPr>
        <w:t xml:space="preserve"> є близькою особою або членом сім’ї керівників органу, що відповідно до статутних документів здійснює управління закладом, а саме: відділу культури та мистецтв виконавчих органів Дрогобицької міської ради (надалі – уповноважений орган управління).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p>
    <w:p w:rsidR="001E4E5E" w:rsidRPr="00461EB6" w:rsidRDefault="001E4E5E" w:rsidP="00804F0E">
      <w:pPr>
        <w:spacing w:after="0" w:line="240" w:lineRule="auto"/>
        <w:ind w:firstLine="709"/>
        <w:jc w:val="both"/>
        <w:rPr>
          <w:rFonts w:ascii="Times New Roman" w:hAnsi="Times New Roman"/>
          <w:sz w:val="26"/>
          <w:szCs w:val="26"/>
          <w:lang w:val="uk-UA" w:eastAsia="ru-RU"/>
        </w:rPr>
      </w:pPr>
    </w:p>
    <w:p w:rsidR="001E4E5E" w:rsidRPr="00461EB6" w:rsidRDefault="001E4E5E" w:rsidP="00804F0E">
      <w:pPr>
        <w:pStyle w:val="1"/>
        <w:numPr>
          <w:ilvl w:val="0"/>
          <w:numId w:val="1"/>
        </w:numPr>
        <w:spacing w:after="0" w:line="240" w:lineRule="auto"/>
        <w:jc w:val="center"/>
        <w:rPr>
          <w:rFonts w:ascii="Times New Roman" w:hAnsi="Times New Roman"/>
          <w:b/>
          <w:i/>
          <w:sz w:val="26"/>
          <w:szCs w:val="26"/>
          <w:lang w:val="uk-UA"/>
        </w:rPr>
      </w:pPr>
      <w:r w:rsidRPr="00461EB6">
        <w:rPr>
          <w:rFonts w:ascii="Times New Roman" w:hAnsi="Times New Roman"/>
          <w:b/>
          <w:i/>
          <w:sz w:val="26"/>
          <w:szCs w:val="26"/>
          <w:lang w:val="uk-UA"/>
        </w:rPr>
        <w:t>Порядок призначення</w:t>
      </w:r>
    </w:p>
    <w:p w:rsidR="001E4E5E" w:rsidRPr="00461EB6" w:rsidRDefault="001E4E5E" w:rsidP="00804F0E">
      <w:pPr>
        <w:pStyle w:val="1"/>
        <w:spacing w:after="0" w:line="240" w:lineRule="auto"/>
        <w:rPr>
          <w:rFonts w:ascii="Times New Roman" w:hAnsi="Times New Roman"/>
          <w:b/>
          <w:i/>
          <w:sz w:val="26"/>
          <w:szCs w:val="26"/>
          <w:lang w:val="uk-UA"/>
        </w:rPr>
      </w:pPr>
    </w:p>
    <w:p w:rsidR="001E4E5E" w:rsidRPr="00461EB6" w:rsidRDefault="001E4E5E" w:rsidP="00804F0E">
      <w:pPr>
        <w:pStyle w:val="1"/>
        <w:spacing w:after="0" w:line="240" w:lineRule="auto"/>
        <w:ind w:left="0" w:firstLine="708"/>
        <w:jc w:val="both"/>
        <w:rPr>
          <w:rFonts w:ascii="Times New Roman" w:hAnsi="Times New Roman"/>
          <w:sz w:val="26"/>
          <w:szCs w:val="26"/>
          <w:lang w:val="uk-UA"/>
        </w:rPr>
      </w:pPr>
      <w:r w:rsidRPr="00461EB6">
        <w:rPr>
          <w:rFonts w:ascii="Times New Roman" w:hAnsi="Times New Roman"/>
          <w:sz w:val="26"/>
          <w:szCs w:val="26"/>
          <w:lang w:val="uk-UA"/>
        </w:rPr>
        <w:t>3.1. Керівник закладу призначається та звільняється  з  посади  наказом начальника відділу культури та мистецтв виконавчих органів Дрогобицької міської ради. Призначення керівника закладу здійснюється за результатами конкурсного відбору, шляхом укладання контракту строком на п’ять років.</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rPr>
        <w:t xml:space="preserve">3.2. </w:t>
      </w:r>
      <w:r w:rsidRPr="00461EB6">
        <w:rPr>
          <w:rFonts w:ascii="Times New Roman" w:hAnsi="Times New Roman"/>
          <w:sz w:val="26"/>
          <w:szCs w:val="26"/>
          <w:lang w:val="uk-UA" w:eastAsia="ru-RU"/>
        </w:rPr>
        <w:t>Кандидатів на посаду керівника закладу (надалі – кандидати) визначає конкурсна комісія за результатами відкритого публічного конкурсного відбору на зайняття цієї посади.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3.3.  Конкурсний відбір керівника закладу складається з таких етапів:</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 w:name="n58"/>
      <w:bookmarkEnd w:id="4"/>
      <w:r w:rsidRPr="00461EB6">
        <w:rPr>
          <w:rFonts w:ascii="Times New Roman" w:hAnsi="Times New Roman"/>
          <w:sz w:val="26"/>
          <w:szCs w:val="26"/>
          <w:lang w:val="uk-UA" w:eastAsia="ru-RU"/>
        </w:rPr>
        <w:t>3.3.1 оголошення уповноваженим органом управління конкурсу на посаду керівника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5" w:name="n59"/>
      <w:bookmarkEnd w:id="5"/>
      <w:r w:rsidRPr="00461EB6">
        <w:rPr>
          <w:rFonts w:ascii="Times New Roman" w:hAnsi="Times New Roman"/>
          <w:sz w:val="26"/>
          <w:szCs w:val="26"/>
          <w:lang w:val="uk-UA" w:eastAsia="ru-RU"/>
        </w:rPr>
        <w:t>3.3.2 формування складу конкурсної комісії;</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 w:name="n60"/>
      <w:bookmarkEnd w:id="6"/>
      <w:r w:rsidRPr="00461EB6">
        <w:rPr>
          <w:rFonts w:ascii="Times New Roman" w:hAnsi="Times New Roman"/>
          <w:sz w:val="26"/>
          <w:szCs w:val="26"/>
          <w:lang w:val="uk-UA" w:eastAsia="ru-RU"/>
        </w:rPr>
        <w:t>3.3.3 подання документів кандидатами на посаду керівника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7" w:name="n61"/>
      <w:bookmarkEnd w:id="7"/>
      <w:r w:rsidRPr="00461EB6">
        <w:rPr>
          <w:rFonts w:ascii="Times New Roman" w:hAnsi="Times New Roman"/>
          <w:sz w:val="26"/>
          <w:szCs w:val="26"/>
          <w:lang w:val="uk-UA" w:eastAsia="ru-RU"/>
        </w:rPr>
        <w:t>3.3.4 відбір кандидатів на посаду керівника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8" w:name="n62"/>
      <w:bookmarkEnd w:id="8"/>
      <w:r w:rsidRPr="00461EB6">
        <w:rPr>
          <w:rFonts w:ascii="Times New Roman" w:hAnsi="Times New Roman"/>
          <w:sz w:val="26"/>
          <w:szCs w:val="26"/>
          <w:lang w:val="uk-UA" w:eastAsia="ru-RU"/>
        </w:rPr>
        <w:t>3.3.5 призначення керівника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3.4. Організацію та проведення конкурсного відбору та роботу конкурсної комісії забезпечує уповноважений орган управління.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3.5. Підставою для проведення конкурсного відбору є наказ уповноваженого органу управління про оголошення конкурсу на посаду керівника закладу. Підставами для видання відповідного наказу є:</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3.5.1 утворення нового закладу, установи;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3.5.2 наявність вакантної посади керівника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3.5.3 видання наказу про припинення (розірвання) контракту з керівником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9" w:name="n57"/>
      <w:bookmarkStart w:id="10" w:name="n63"/>
      <w:bookmarkStart w:id="11" w:name="n64"/>
      <w:bookmarkEnd w:id="9"/>
      <w:bookmarkEnd w:id="10"/>
      <w:bookmarkEnd w:id="11"/>
      <w:r w:rsidRPr="00461EB6">
        <w:rPr>
          <w:rFonts w:ascii="Times New Roman" w:hAnsi="Times New Roman"/>
          <w:sz w:val="26"/>
          <w:szCs w:val="26"/>
          <w:lang w:val="uk-UA" w:eastAsia="ru-RU"/>
        </w:rPr>
        <w:t>3.6. Уповноважений орган управління оголошує конкурс на посаду керівника закладу не пізніше двох місяців до завершення строку повноважень керівника закладу відповідно до контракту або впродовж семи днів з дня дострокового припинення його повноважень.</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12" w:name="n65"/>
      <w:bookmarkEnd w:id="12"/>
      <w:r w:rsidRPr="00461EB6">
        <w:rPr>
          <w:rFonts w:ascii="Times New Roman" w:hAnsi="Times New Roman"/>
          <w:sz w:val="26"/>
          <w:szCs w:val="26"/>
          <w:lang w:val="uk-UA" w:eastAsia="ru-RU"/>
        </w:rPr>
        <w:t>3.7. Оголошення про конкурс оприлюднюється в засобах масової інформації та на офіційному веб-сайті Дрогобицької міської ради</w:t>
      </w:r>
      <w:bookmarkStart w:id="13" w:name="n66"/>
      <w:bookmarkEnd w:id="13"/>
      <w:r w:rsidRPr="00461EB6">
        <w:rPr>
          <w:rFonts w:ascii="Times New Roman" w:hAnsi="Times New Roman"/>
          <w:sz w:val="26"/>
          <w:szCs w:val="26"/>
          <w:lang w:val="uk-UA" w:eastAsia="ru-RU"/>
        </w:rPr>
        <w:t xml:space="preserve"> в мережі Інтернет.</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3.8. В оголошенні про конкурс на посаду керівника закладу зазначаються: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3.8.1  найменування й місцезнаходження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3.8.2  відомості про матеріально-технічну базу та фінансову звітність закладу за попередній бюджетний період;</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3.8.3  найменування посади та умови праці;</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3.8.4 кваліфікаційні вимоги до кандидатів на посаду керівника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3.8.5 перелік документів, необхідних для участі в конкурсному відборі, та строки їх подання;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3.8.6 дата початку формування конкурсної комісії;</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3.8.7  дата, місце та етапи проведення конкурсного відбору;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3.8.8  прізвище, ім’я, по батькові, номер телефону та адреса електронної пошти особи, яка надає консультацію щодо проведення конкурсного відбору.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3.9. В оголошенні може міститися додаткова інформація, зміст якої не має суперечити чинному законодавству України.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p>
    <w:p w:rsidR="001E4E5E" w:rsidRPr="00461EB6" w:rsidRDefault="001E4E5E" w:rsidP="00804F0E">
      <w:pPr>
        <w:pStyle w:val="1"/>
        <w:numPr>
          <w:ilvl w:val="0"/>
          <w:numId w:val="1"/>
        </w:numPr>
        <w:spacing w:after="0" w:line="240" w:lineRule="auto"/>
        <w:jc w:val="center"/>
        <w:rPr>
          <w:rFonts w:ascii="Times New Roman" w:hAnsi="Times New Roman"/>
          <w:b/>
          <w:i/>
          <w:sz w:val="26"/>
          <w:szCs w:val="26"/>
          <w:lang w:val="uk-UA" w:eastAsia="ru-RU"/>
        </w:rPr>
      </w:pPr>
      <w:r w:rsidRPr="00461EB6">
        <w:rPr>
          <w:rFonts w:ascii="Times New Roman" w:hAnsi="Times New Roman"/>
          <w:b/>
          <w:i/>
          <w:sz w:val="26"/>
          <w:szCs w:val="26"/>
          <w:lang w:val="uk-UA" w:eastAsia="ru-RU"/>
        </w:rPr>
        <w:t>Склад, порядок формування і</w:t>
      </w:r>
    </w:p>
    <w:p w:rsidR="001E4E5E" w:rsidRPr="00461EB6" w:rsidRDefault="001E4E5E" w:rsidP="00804F0E">
      <w:pPr>
        <w:pStyle w:val="1"/>
        <w:spacing w:after="0" w:line="240" w:lineRule="auto"/>
        <w:jc w:val="center"/>
        <w:rPr>
          <w:rFonts w:ascii="Times New Roman" w:hAnsi="Times New Roman"/>
          <w:b/>
          <w:i/>
          <w:sz w:val="26"/>
          <w:szCs w:val="26"/>
          <w:lang w:val="uk-UA" w:eastAsia="ru-RU"/>
        </w:rPr>
      </w:pPr>
      <w:r w:rsidRPr="00461EB6">
        <w:rPr>
          <w:rFonts w:ascii="Times New Roman" w:hAnsi="Times New Roman"/>
          <w:b/>
          <w:i/>
          <w:sz w:val="26"/>
          <w:szCs w:val="26"/>
          <w:lang w:val="uk-UA" w:eastAsia="ru-RU"/>
        </w:rPr>
        <w:t>повноваження конкурсної комісії</w:t>
      </w:r>
    </w:p>
    <w:p w:rsidR="001E4E5E" w:rsidRPr="00461EB6" w:rsidRDefault="001E4E5E" w:rsidP="00804F0E">
      <w:pPr>
        <w:pStyle w:val="1"/>
        <w:spacing w:after="0" w:line="240" w:lineRule="auto"/>
        <w:jc w:val="both"/>
        <w:rPr>
          <w:rFonts w:ascii="Times New Roman" w:hAnsi="Times New Roman"/>
          <w:sz w:val="26"/>
          <w:szCs w:val="26"/>
          <w:lang w:val="uk-UA" w:eastAsia="ru-RU"/>
        </w:rPr>
      </w:pP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14" w:name="n68"/>
      <w:bookmarkEnd w:id="14"/>
      <w:r w:rsidRPr="00461EB6">
        <w:rPr>
          <w:rFonts w:ascii="Times New Roman" w:hAnsi="Times New Roman"/>
          <w:sz w:val="26"/>
          <w:szCs w:val="26"/>
          <w:lang w:val="uk-UA" w:eastAsia="ru-RU"/>
        </w:rPr>
        <w:t>4.1. Конкурсна комісія складається з дев’яти членів.</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15" w:name="n69"/>
      <w:bookmarkEnd w:id="15"/>
      <w:r w:rsidRPr="00461EB6">
        <w:rPr>
          <w:rFonts w:ascii="Times New Roman" w:hAnsi="Times New Roman"/>
          <w:sz w:val="26"/>
          <w:szCs w:val="26"/>
          <w:lang w:val="uk-UA" w:eastAsia="ru-RU"/>
        </w:rPr>
        <w:t>4.2. Персональний склад конкурсної комісії та зміни до нього (за потреби) затверджує наказом уповноважений орган управління, що проводить конкурсний відбір. Уповноважений орган управління повинен сформувати персональний склад конкурсної комісії не пізніше тридцяти днів після оголошення про проведення конкурсного відбору на посаду керівника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16" w:name="n70"/>
      <w:bookmarkStart w:id="17" w:name="n71"/>
      <w:bookmarkEnd w:id="16"/>
      <w:bookmarkEnd w:id="17"/>
      <w:r w:rsidRPr="00461EB6">
        <w:rPr>
          <w:rFonts w:ascii="Times New Roman" w:hAnsi="Times New Roman"/>
          <w:sz w:val="26"/>
          <w:szCs w:val="26"/>
          <w:lang w:val="uk-UA" w:eastAsia="ru-RU"/>
        </w:rPr>
        <w:t>4.3. У разі проведення конкурсного відбору на посаду керівника закладу, по три кандидатури до складу конкурсної комісії подають члени трудових колективів, громадські організації, що здійснюють діяльність у сфері культури, та уповноважений орган управління.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18" w:name="n72"/>
      <w:bookmarkEnd w:id="18"/>
      <w:r w:rsidRPr="00461EB6">
        <w:rPr>
          <w:rFonts w:ascii="Times New Roman" w:hAnsi="Times New Roman"/>
          <w:sz w:val="26"/>
          <w:szCs w:val="26"/>
          <w:lang w:val="uk-UA" w:eastAsia="ru-RU"/>
        </w:rPr>
        <w:t>4.4. Кандидатури до складу конкурсної комісії від трудового колективу обираються на загальних зборах трудового колективу.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19" w:name="n73"/>
      <w:bookmarkEnd w:id="19"/>
      <w:r w:rsidRPr="00461EB6">
        <w:rPr>
          <w:rFonts w:ascii="Times New Roman" w:hAnsi="Times New Roman"/>
          <w:sz w:val="26"/>
          <w:szCs w:val="26"/>
          <w:lang w:val="uk-UA" w:eastAsia="ru-RU"/>
        </w:rPr>
        <w:t xml:space="preserve">4.5. Громадські організації, що здійснюють діяльність у сфері культури, подають по три кандидатури уповноваженому органу управління, який шляхом жеребкування визначає трьох кандидатів до складу конкурсної комісії. Уповноважений орган управління здійснює жеребкування у присутності представників громадських організацій, забезпечує його відео- та аудіо фіксацію, розміщення матеріалів на офіційному веб-сайті Дрогобицької міської ради в мережі Інтернет. </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0" w:name="n74"/>
      <w:bookmarkEnd w:id="20"/>
      <w:r w:rsidRPr="00461EB6">
        <w:rPr>
          <w:rFonts w:ascii="Times New Roman" w:hAnsi="Times New Roman"/>
          <w:sz w:val="26"/>
          <w:szCs w:val="26"/>
          <w:lang w:val="uk-UA" w:eastAsia="ru-RU"/>
        </w:rPr>
        <w:t>4.6. Члени конкурсної комісії мають бути неупередженими та незалежними. Не допускається втручання в діяльність конкурсної комісії будь-яких органів влади та учасників конкурсу.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1" w:name="n75"/>
      <w:bookmarkEnd w:id="21"/>
      <w:r w:rsidRPr="00461EB6">
        <w:rPr>
          <w:rFonts w:ascii="Times New Roman" w:hAnsi="Times New Roman"/>
          <w:sz w:val="26"/>
          <w:szCs w:val="26"/>
          <w:lang w:val="uk-UA" w:eastAsia="ru-RU"/>
        </w:rPr>
        <w:t>4.7. Членами конкурсної комісії можуть бути: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2" w:name="n76"/>
      <w:bookmarkEnd w:id="22"/>
      <w:r w:rsidRPr="00461EB6">
        <w:rPr>
          <w:rFonts w:ascii="Times New Roman" w:hAnsi="Times New Roman"/>
          <w:sz w:val="26"/>
          <w:szCs w:val="26"/>
          <w:lang w:val="uk-UA" w:eastAsia="ru-RU"/>
        </w:rPr>
        <w:t>4.7.1 незалежні фахівці у сфері культури, публічного або бізнес-адміністрування;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3" w:name="n77"/>
      <w:bookmarkEnd w:id="23"/>
      <w:r w:rsidRPr="00461EB6">
        <w:rPr>
          <w:rFonts w:ascii="Times New Roman" w:hAnsi="Times New Roman"/>
          <w:sz w:val="26"/>
          <w:szCs w:val="26"/>
          <w:lang w:val="uk-UA" w:eastAsia="ru-RU"/>
        </w:rPr>
        <w:t>4.7.2 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4" w:name="n78"/>
      <w:bookmarkEnd w:id="24"/>
      <w:r w:rsidRPr="00461EB6">
        <w:rPr>
          <w:rFonts w:ascii="Times New Roman" w:hAnsi="Times New Roman"/>
          <w:sz w:val="26"/>
          <w:szCs w:val="26"/>
          <w:lang w:val="uk-UA" w:eastAsia="ru-RU"/>
        </w:rPr>
        <w:t>4.7.3 члени міжнародних об’єднань, асоціацій, організацій, що здійснюють діяльність у сфері культури.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5" w:name="n79"/>
      <w:bookmarkEnd w:id="25"/>
      <w:r w:rsidRPr="00461EB6">
        <w:rPr>
          <w:rFonts w:ascii="Times New Roman" w:hAnsi="Times New Roman"/>
          <w:sz w:val="26"/>
          <w:szCs w:val="26"/>
          <w:lang w:val="uk-UA" w:eastAsia="ru-RU"/>
        </w:rPr>
        <w:t>4.8. Членом конкурсної комісії не може бути особа, яка:</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6" w:name="n80"/>
      <w:bookmarkEnd w:id="26"/>
      <w:r w:rsidRPr="00461EB6">
        <w:rPr>
          <w:rFonts w:ascii="Times New Roman" w:hAnsi="Times New Roman"/>
          <w:sz w:val="26"/>
          <w:szCs w:val="26"/>
          <w:lang w:val="uk-UA" w:eastAsia="ru-RU"/>
        </w:rPr>
        <w:t>4.8.1 за рішенням суду визнана недієздатною або її дієздатність обмежена;</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7" w:name="n81"/>
      <w:bookmarkEnd w:id="27"/>
      <w:r w:rsidRPr="00461EB6">
        <w:rPr>
          <w:rFonts w:ascii="Times New Roman" w:hAnsi="Times New Roman"/>
          <w:sz w:val="26"/>
          <w:szCs w:val="26"/>
          <w:lang w:val="uk-UA" w:eastAsia="ru-RU"/>
        </w:rPr>
        <w:t>4.8.2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8" w:name="n82"/>
      <w:bookmarkEnd w:id="28"/>
      <w:r w:rsidRPr="00461EB6">
        <w:rPr>
          <w:rFonts w:ascii="Times New Roman" w:hAnsi="Times New Roman"/>
          <w:sz w:val="26"/>
          <w:szCs w:val="26"/>
          <w:lang w:val="uk-UA" w:eastAsia="ru-RU"/>
        </w:rPr>
        <w:t>4.8.3 є близькою особою або членом сім’ї учасника конкурсу чи уповноваженого органу управління;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29" w:name="n83"/>
      <w:bookmarkEnd w:id="29"/>
      <w:r w:rsidRPr="00461EB6">
        <w:rPr>
          <w:rFonts w:ascii="Times New Roman" w:hAnsi="Times New Roman"/>
          <w:sz w:val="26"/>
          <w:szCs w:val="26"/>
          <w:lang w:val="uk-UA" w:eastAsia="ru-RU"/>
        </w:rPr>
        <w:t>4.8.4  є членом трудового колективу закладу, на посаду керівника якого проводиться конкурсний відбір.</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30" w:name="n84"/>
      <w:bookmarkEnd w:id="30"/>
      <w:r w:rsidRPr="00461EB6">
        <w:rPr>
          <w:rFonts w:ascii="Times New Roman" w:hAnsi="Times New Roman"/>
          <w:sz w:val="26"/>
          <w:szCs w:val="26"/>
          <w:lang w:val="uk-UA" w:eastAsia="ru-RU"/>
        </w:rPr>
        <w:t>4.9.  Конкурсна комісія вважається повноважною в разі затвердження в її складі не менше шести осіб.</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31" w:name="n85"/>
      <w:bookmarkEnd w:id="31"/>
      <w:r w:rsidRPr="00461EB6">
        <w:rPr>
          <w:rFonts w:ascii="Times New Roman" w:hAnsi="Times New Roman"/>
          <w:sz w:val="26"/>
          <w:szCs w:val="26"/>
          <w:lang w:val="uk-UA" w:eastAsia="ru-RU"/>
        </w:rPr>
        <w:t xml:space="preserve">4.10. Уповноважений орган управління призначає секретаря конкурсної комісії, який бере участь у засіданнях комісії без права голосу. Секретар веде і зберігає протоколи засідань конкурсної комісії. </w:t>
      </w:r>
      <w:bookmarkStart w:id="32" w:name="n86"/>
      <w:bookmarkEnd w:id="32"/>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4.11. Голова конкурсної комісії обирається членами конкурсної комісії з їх числа та проводить засідання конкурсної комісії.</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33" w:name="n87"/>
      <w:bookmarkEnd w:id="33"/>
    </w:p>
    <w:p w:rsidR="001E4E5E" w:rsidRPr="00461EB6" w:rsidRDefault="001E4E5E" w:rsidP="00804F0E">
      <w:pPr>
        <w:spacing w:after="0" w:line="240" w:lineRule="auto"/>
        <w:ind w:firstLine="709"/>
        <w:jc w:val="center"/>
        <w:rPr>
          <w:rFonts w:ascii="Times New Roman" w:hAnsi="Times New Roman"/>
          <w:b/>
          <w:i/>
          <w:sz w:val="26"/>
          <w:szCs w:val="26"/>
          <w:lang w:val="uk-UA" w:eastAsia="ru-RU"/>
        </w:rPr>
      </w:pPr>
      <w:r w:rsidRPr="00461EB6">
        <w:rPr>
          <w:rFonts w:ascii="Times New Roman" w:hAnsi="Times New Roman"/>
          <w:b/>
          <w:i/>
          <w:sz w:val="26"/>
          <w:szCs w:val="26"/>
          <w:lang w:val="uk-UA" w:eastAsia="ru-RU"/>
        </w:rPr>
        <w:t>5. Подання документів для участі в конкурсі</w:t>
      </w:r>
    </w:p>
    <w:p w:rsidR="001E4E5E" w:rsidRPr="00461EB6" w:rsidRDefault="001E4E5E" w:rsidP="00804F0E">
      <w:pPr>
        <w:spacing w:after="0" w:line="240" w:lineRule="auto"/>
        <w:ind w:firstLine="709"/>
        <w:jc w:val="both"/>
        <w:rPr>
          <w:rFonts w:ascii="Times New Roman" w:hAnsi="Times New Roman"/>
          <w:sz w:val="26"/>
          <w:szCs w:val="26"/>
          <w:lang w:val="uk-UA" w:eastAsia="ru-RU"/>
        </w:rPr>
      </w:pP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34" w:name="n88"/>
      <w:bookmarkEnd w:id="34"/>
      <w:r w:rsidRPr="00461EB6">
        <w:rPr>
          <w:rFonts w:ascii="Times New Roman" w:hAnsi="Times New Roman"/>
          <w:sz w:val="26"/>
          <w:szCs w:val="26"/>
          <w:lang w:val="uk-UA" w:eastAsia="ru-RU"/>
        </w:rPr>
        <w:t>5.1. Усі зацікавлені особи можуть взяти участь у конкурсному відборі на посаду керівника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35" w:name="n89"/>
      <w:bookmarkEnd w:id="35"/>
      <w:r w:rsidRPr="00461EB6">
        <w:rPr>
          <w:rFonts w:ascii="Times New Roman" w:hAnsi="Times New Roman"/>
          <w:sz w:val="26"/>
          <w:szCs w:val="26"/>
          <w:lang w:val="uk-UA" w:eastAsia="ru-RU"/>
        </w:rPr>
        <w:t>5.2. Особа, яка бере участь у конкурсному відборі, упродовж тридцяти днів з дня оголошення конкурсу подає такі документи: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36" w:name="n90"/>
      <w:bookmarkEnd w:id="36"/>
      <w:r w:rsidRPr="00461EB6">
        <w:rPr>
          <w:rFonts w:ascii="Times New Roman" w:hAnsi="Times New Roman"/>
          <w:sz w:val="26"/>
          <w:szCs w:val="26"/>
          <w:lang w:val="uk-UA" w:eastAsia="ru-RU"/>
        </w:rPr>
        <w:t xml:space="preserve">5.2.1 заяву про участь у конкурсному відборі з наданням згоди на обробку персональних даних відповідно до </w:t>
      </w:r>
      <w:hyperlink r:id="rId5" w:tgtFrame="_blank" w:history="1">
        <w:r w:rsidRPr="00461EB6">
          <w:rPr>
            <w:rStyle w:val="Hyperlink"/>
            <w:rFonts w:ascii="Times New Roman" w:hAnsi="Times New Roman"/>
            <w:color w:val="auto"/>
            <w:sz w:val="26"/>
            <w:szCs w:val="26"/>
            <w:u w:val="none"/>
            <w:lang w:val="uk-UA" w:eastAsia="ru-RU"/>
          </w:rPr>
          <w:t>Закону України</w:t>
        </w:r>
      </w:hyperlink>
      <w:r w:rsidRPr="00461EB6">
        <w:rPr>
          <w:rFonts w:ascii="Times New Roman" w:hAnsi="Times New Roman"/>
          <w:sz w:val="26"/>
          <w:szCs w:val="26"/>
          <w:lang w:val="uk-UA" w:eastAsia="ru-RU"/>
        </w:rPr>
        <w:t xml:space="preserve"> «Про захист персональних даних»;</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37" w:name="n91"/>
      <w:bookmarkEnd w:id="37"/>
      <w:r w:rsidRPr="00461EB6">
        <w:rPr>
          <w:rFonts w:ascii="Times New Roman" w:hAnsi="Times New Roman"/>
          <w:sz w:val="26"/>
          <w:szCs w:val="26"/>
          <w:lang w:val="uk-UA" w:eastAsia="ru-RU"/>
        </w:rPr>
        <w:t>5.2.2 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38" w:name="n92"/>
      <w:bookmarkEnd w:id="38"/>
      <w:r w:rsidRPr="00461EB6">
        <w:rPr>
          <w:rFonts w:ascii="Times New Roman" w:hAnsi="Times New Roman"/>
          <w:sz w:val="26"/>
          <w:szCs w:val="26"/>
          <w:lang w:val="uk-UA" w:eastAsia="ru-RU"/>
        </w:rPr>
        <w:t>5.2.3 копію документів, що посвідчують особу, та про вищу освіту;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39" w:name="n93"/>
      <w:bookmarkEnd w:id="39"/>
      <w:r w:rsidRPr="00461EB6">
        <w:rPr>
          <w:rFonts w:ascii="Times New Roman" w:hAnsi="Times New Roman"/>
          <w:sz w:val="26"/>
          <w:szCs w:val="26"/>
          <w:lang w:val="uk-UA" w:eastAsia="ru-RU"/>
        </w:rPr>
        <w:t>5.2.4 два рекомендаційні листи, складені в довільній формі;</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0" w:name="n94"/>
      <w:bookmarkEnd w:id="40"/>
      <w:r w:rsidRPr="00461EB6">
        <w:rPr>
          <w:rFonts w:ascii="Times New Roman" w:hAnsi="Times New Roman"/>
          <w:sz w:val="26"/>
          <w:szCs w:val="26"/>
          <w:lang w:val="uk-UA" w:eastAsia="ru-RU"/>
        </w:rPr>
        <w:t>5.2.5 мотиваційний лист у довільній формі.</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1" w:name="n95"/>
      <w:bookmarkEnd w:id="41"/>
      <w:r w:rsidRPr="00461EB6">
        <w:rPr>
          <w:rFonts w:ascii="Times New Roman" w:hAnsi="Times New Roman"/>
          <w:sz w:val="26"/>
          <w:szCs w:val="26"/>
          <w:lang w:val="uk-UA" w:eastAsia="ru-RU"/>
        </w:rPr>
        <w:t xml:space="preserve">5.3. Зазначені документи надсилаються на поштову та електронну адреси уповноваженого органу управління у встановлений </w:t>
      </w:r>
      <w:r w:rsidRPr="00461EB6">
        <w:rPr>
          <w:rFonts w:ascii="Times New Roman" w:hAnsi="Times New Roman"/>
          <w:color w:val="000000"/>
          <w:sz w:val="26"/>
          <w:szCs w:val="26"/>
          <w:lang w:val="uk-UA" w:eastAsia="ru-RU"/>
        </w:rPr>
        <w:t xml:space="preserve">пунктом 5.2 </w:t>
      </w:r>
      <w:r w:rsidRPr="00461EB6">
        <w:rPr>
          <w:rFonts w:ascii="Times New Roman" w:hAnsi="Times New Roman"/>
          <w:sz w:val="26"/>
          <w:szCs w:val="26"/>
          <w:lang w:val="uk-UA" w:eastAsia="ru-RU"/>
        </w:rPr>
        <w:t>строк.</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2" w:name="n96"/>
      <w:bookmarkEnd w:id="42"/>
      <w:r w:rsidRPr="00461EB6">
        <w:rPr>
          <w:rFonts w:ascii="Times New Roman" w:hAnsi="Times New Roman"/>
          <w:sz w:val="26"/>
          <w:szCs w:val="26"/>
          <w:lang w:val="uk-UA" w:eastAsia="ru-RU"/>
        </w:rPr>
        <w:t>5.4. Перелік документів, зазначених у пункті 5.2, є вичерпним. Особа може надати інші документи, які, на її думку, підтверджують її професійні чи моральні риси.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3" w:name="n97"/>
      <w:bookmarkEnd w:id="43"/>
      <w:r w:rsidRPr="00461EB6">
        <w:rPr>
          <w:rFonts w:ascii="Times New Roman" w:hAnsi="Times New Roman"/>
          <w:sz w:val="26"/>
          <w:szCs w:val="26"/>
          <w:lang w:val="uk-UA" w:eastAsia="ru-RU"/>
        </w:rPr>
        <w:t>5.5. Особа, яка подає документи, відповідає за достовірність поданої інформації.</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4" w:name="n98"/>
      <w:bookmarkEnd w:id="44"/>
      <w:r w:rsidRPr="00461EB6">
        <w:rPr>
          <w:rFonts w:ascii="Times New Roman" w:hAnsi="Times New Roman"/>
          <w:sz w:val="26"/>
          <w:szCs w:val="26"/>
          <w:lang w:val="uk-UA" w:eastAsia="ru-RU"/>
        </w:rPr>
        <w:t xml:space="preserve">5.6. Упродовж трьох робочих днів після закінчення строку подання документів для участі в конкурсному відборі уповноважений орган управління оприлюднює подані документи, визначені в пункті 5.2, на офіційному веб-сайті Дрогобицької міської ради в мережі Інтернет відповідно до </w:t>
      </w:r>
      <w:hyperlink r:id="rId6" w:tgtFrame="_blank" w:history="1">
        <w:r w:rsidRPr="00461EB6">
          <w:rPr>
            <w:rStyle w:val="Hyperlink"/>
            <w:rFonts w:ascii="Times New Roman" w:hAnsi="Times New Roman"/>
            <w:color w:val="auto"/>
            <w:sz w:val="26"/>
            <w:szCs w:val="26"/>
            <w:u w:val="none"/>
            <w:lang w:val="uk-UA" w:eastAsia="ru-RU"/>
          </w:rPr>
          <w:t>Закону України</w:t>
        </w:r>
      </w:hyperlink>
      <w:r w:rsidRPr="00461EB6">
        <w:rPr>
          <w:rFonts w:ascii="Times New Roman" w:hAnsi="Times New Roman"/>
          <w:sz w:val="26"/>
          <w:szCs w:val="26"/>
          <w:lang w:val="uk-UA" w:eastAsia="ru-RU"/>
        </w:rPr>
        <w:t xml:space="preserve"> «Про захист персональних даних».</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5" w:name="n99"/>
      <w:bookmarkEnd w:id="45"/>
      <w:r w:rsidRPr="00461EB6">
        <w:rPr>
          <w:rFonts w:ascii="Times New Roman" w:hAnsi="Times New Roman"/>
          <w:sz w:val="26"/>
          <w:szCs w:val="26"/>
          <w:lang w:val="uk-UA" w:eastAsia="ru-RU"/>
        </w:rPr>
        <w:t>5.7. Усі зацікавлені особи протягом семи днів з дня оприлюднення відомостей про кандидатів можуть подавати пропозиції та зауваження щодо кандидатур на електронну пошту уповноваженого органу управління, що передаються конкурсній комісії.</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6" w:name="n100"/>
      <w:bookmarkEnd w:id="46"/>
      <w:r w:rsidRPr="00461EB6">
        <w:rPr>
          <w:rFonts w:ascii="Times New Roman" w:hAnsi="Times New Roman"/>
          <w:sz w:val="26"/>
          <w:szCs w:val="26"/>
          <w:lang w:val="uk-UA" w:eastAsia="ru-RU"/>
        </w:rPr>
        <w:t xml:space="preserve">5.8. Під час проведення конкурсного відбору обробка персональних даних учасників здійснюється відповідно до </w:t>
      </w:r>
      <w:hyperlink r:id="rId7" w:tgtFrame="_blank" w:history="1">
        <w:r w:rsidRPr="00461EB6">
          <w:rPr>
            <w:rStyle w:val="Hyperlink"/>
            <w:rFonts w:ascii="Times New Roman" w:hAnsi="Times New Roman"/>
            <w:color w:val="000000"/>
            <w:sz w:val="26"/>
            <w:szCs w:val="26"/>
            <w:u w:val="none"/>
            <w:lang w:val="uk-UA" w:eastAsia="ru-RU"/>
          </w:rPr>
          <w:t>Закону України</w:t>
        </w:r>
      </w:hyperlink>
      <w:r w:rsidRPr="00461EB6">
        <w:rPr>
          <w:rFonts w:ascii="Times New Roman" w:hAnsi="Times New Roman"/>
          <w:sz w:val="26"/>
          <w:szCs w:val="26"/>
          <w:lang w:val="uk-UA" w:eastAsia="ru-RU"/>
        </w:rPr>
        <w:t xml:space="preserve"> «Про захист персональних даних».</w:t>
      </w:r>
    </w:p>
    <w:p w:rsidR="001E4E5E" w:rsidRPr="00461EB6" w:rsidRDefault="001E4E5E" w:rsidP="00804F0E">
      <w:pPr>
        <w:spacing w:after="0" w:line="240" w:lineRule="auto"/>
        <w:ind w:left="360" w:hanging="360"/>
        <w:jc w:val="center"/>
        <w:rPr>
          <w:rFonts w:ascii="Times New Roman" w:hAnsi="Times New Roman"/>
          <w:sz w:val="26"/>
          <w:szCs w:val="26"/>
          <w:lang w:val="uk-UA" w:eastAsia="ru-RU"/>
        </w:rPr>
      </w:pPr>
    </w:p>
    <w:p w:rsidR="001E4E5E" w:rsidRPr="00461EB6" w:rsidRDefault="001E4E5E" w:rsidP="00804F0E">
      <w:pPr>
        <w:spacing w:after="0" w:line="240" w:lineRule="auto"/>
        <w:ind w:left="360"/>
        <w:jc w:val="center"/>
        <w:rPr>
          <w:rFonts w:ascii="Times New Roman" w:hAnsi="Times New Roman"/>
          <w:b/>
          <w:i/>
          <w:sz w:val="26"/>
          <w:szCs w:val="26"/>
          <w:lang w:val="uk-UA" w:eastAsia="ru-RU"/>
        </w:rPr>
      </w:pPr>
      <w:r w:rsidRPr="00461EB6">
        <w:rPr>
          <w:rFonts w:ascii="Times New Roman" w:hAnsi="Times New Roman"/>
          <w:b/>
          <w:i/>
          <w:sz w:val="26"/>
          <w:szCs w:val="26"/>
          <w:lang w:val="uk-UA" w:eastAsia="ru-RU"/>
        </w:rPr>
        <w:t>6. Відбір кандидатів на посаду</w:t>
      </w:r>
    </w:p>
    <w:p w:rsidR="001E4E5E" w:rsidRPr="00461EB6" w:rsidRDefault="001E4E5E" w:rsidP="00804F0E">
      <w:pPr>
        <w:pStyle w:val="1"/>
        <w:spacing w:after="0" w:line="240" w:lineRule="auto"/>
        <w:jc w:val="center"/>
        <w:rPr>
          <w:rFonts w:ascii="Times New Roman" w:hAnsi="Times New Roman"/>
          <w:b/>
          <w:i/>
          <w:sz w:val="26"/>
          <w:szCs w:val="26"/>
          <w:lang w:val="uk-UA" w:eastAsia="ru-RU"/>
        </w:rPr>
      </w:pPr>
      <w:r w:rsidRPr="00461EB6">
        <w:rPr>
          <w:rFonts w:ascii="Times New Roman" w:hAnsi="Times New Roman"/>
          <w:b/>
          <w:i/>
          <w:sz w:val="26"/>
          <w:szCs w:val="26"/>
          <w:lang w:val="uk-UA" w:eastAsia="ru-RU"/>
        </w:rPr>
        <w:t>керівника закладу та призначення керівника</w:t>
      </w:r>
    </w:p>
    <w:p w:rsidR="001E4E5E" w:rsidRPr="00461EB6" w:rsidRDefault="001E4E5E" w:rsidP="00804F0E">
      <w:pPr>
        <w:pStyle w:val="1"/>
        <w:spacing w:after="0" w:line="240" w:lineRule="auto"/>
        <w:jc w:val="both"/>
        <w:rPr>
          <w:rFonts w:ascii="Times New Roman" w:hAnsi="Times New Roman"/>
          <w:sz w:val="26"/>
          <w:szCs w:val="26"/>
          <w:lang w:val="uk-UA" w:eastAsia="ru-RU"/>
        </w:rPr>
      </w:pP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7" w:name="n102"/>
      <w:bookmarkEnd w:id="47"/>
      <w:r w:rsidRPr="00461EB6">
        <w:rPr>
          <w:rFonts w:ascii="Times New Roman" w:hAnsi="Times New Roman"/>
          <w:sz w:val="26"/>
          <w:szCs w:val="26"/>
          <w:lang w:val="uk-UA" w:eastAsia="ru-RU"/>
        </w:rPr>
        <w:t>6.1. Конкурсний відбір проводиться публічно.</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8" w:name="n103"/>
      <w:bookmarkEnd w:id="48"/>
      <w:r w:rsidRPr="00461EB6">
        <w:rPr>
          <w:rFonts w:ascii="Times New Roman" w:hAnsi="Times New Roman"/>
          <w:sz w:val="26"/>
          <w:szCs w:val="26"/>
          <w:lang w:val="uk-UA" w:eastAsia="ru-RU"/>
        </w:rPr>
        <w:t>6.2. Уповноважений орган управління забезпечує відео- та аудіо-фіксацію засідань конкурсної комісії та розміщує матеріали її засідань на офіційному веб-сайті Дрогобицької міської ради в мережі Інтернет.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публічної презентації запропонованих проектів програм розвитку закладу на один і п’ять років.</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49" w:name="n104"/>
      <w:bookmarkEnd w:id="49"/>
      <w:r w:rsidRPr="00461EB6">
        <w:rPr>
          <w:rFonts w:ascii="Times New Roman" w:hAnsi="Times New Roman"/>
          <w:sz w:val="26"/>
          <w:szCs w:val="26"/>
          <w:lang w:val="uk-UA" w:eastAsia="ru-RU"/>
        </w:rPr>
        <w:t>6.3. Уповноважений орган управління не пізніш десяти днів до дня проведення першого засідання конкурсної комісії повідомляє кандидатів про час та місце проведення.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50" w:name="n105"/>
      <w:bookmarkStart w:id="51" w:name="n106"/>
      <w:bookmarkEnd w:id="50"/>
      <w:bookmarkEnd w:id="51"/>
      <w:r w:rsidRPr="00461EB6">
        <w:rPr>
          <w:rFonts w:ascii="Times New Roman" w:hAnsi="Times New Roman"/>
          <w:sz w:val="26"/>
          <w:szCs w:val="26"/>
          <w:lang w:val="uk-UA" w:eastAsia="ru-RU"/>
        </w:rPr>
        <w:t>6.4. Конкурсна комісія проводить перше засідання через десять днів після закінчення строку приймання документів.</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52" w:name="n107"/>
      <w:bookmarkEnd w:id="52"/>
      <w:r w:rsidRPr="00461EB6">
        <w:rPr>
          <w:rFonts w:ascii="Times New Roman" w:hAnsi="Times New Roman"/>
          <w:sz w:val="26"/>
          <w:szCs w:val="26"/>
          <w:lang w:val="uk-UA" w:eastAsia="ru-RU"/>
        </w:rPr>
        <w:t>6.5. На першому засіданні конкурсна комісія розглядає документи, подані кандидатами на посаду керівника закладу, на відповідність їх кваліфікаційним вимогам. Результати розгляду протягом трьох днів повідомляються кандидатам електронною поштою чи іншим засобом зв’язку, зазначеним у автобіографії.</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53" w:name="n108"/>
      <w:bookmarkEnd w:id="53"/>
      <w:r w:rsidRPr="00461EB6">
        <w:rPr>
          <w:rFonts w:ascii="Times New Roman" w:hAnsi="Times New Roman"/>
          <w:sz w:val="26"/>
          <w:szCs w:val="26"/>
          <w:lang w:val="uk-UA" w:eastAsia="ru-RU"/>
        </w:rPr>
        <w:t>6.6. Особа не допускається до участі у відборі кандидатів на посаду керівника закладу в разі невідповідності вимогам, зазначеним у пункті 2.1 Положення, за рішенням конкурсної комісії.</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54" w:name="n109"/>
      <w:bookmarkStart w:id="55" w:name="n110"/>
      <w:bookmarkEnd w:id="54"/>
      <w:bookmarkEnd w:id="55"/>
      <w:r w:rsidRPr="00461EB6">
        <w:rPr>
          <w:rFonts w:ascii="Times New Roman" w:hAnsi="Times New Roman"/>
          <w:sz w:val="26"/>
          <w:szCs w:val="26"/>
          <w:lang w:val="uk-UA" w:eastAsia="ru-RU"/>
        </w:rPr>
        <w:t>6.7. 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56" w:name="n111"/>
      <w:bookmarkEnd w:id="56"/>
      <w:r w:rsidRPr="00461EB6">
        <w:rPr>
          <w:rFonts w:ascii="Times New Roman" w:hAnsi="Times New Roman"/>
          <w:sz w:val="26"/>
          <w:szCs w:val="26"/>
          <w:lang w:val="uk-UA" w:eastAsia="ru-RU"/>
        </w:rPr>
        <w:t>6.8. Допоміжними критеріями на користь кандидатів є:</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57" w:name="n112"/>
      <w:bookmarkEnd w:id="57"/>
      <w:r w:rsidRPr="00461EB6">
        <w:rPr>
          <w:rFonts w:ascii="Times New Roman" w:hAnsi="Times New Roman"/>
          <w:sz w:val="26"/>
          <w:szCs w:val="26"/>
          <w:lang w:val="uk-UA" w:eastAsia="ru-RU"/>
        </w:rPr>
        <w:t>6.8.1 післядипломна освіта в галузі управління;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58" w:name="n113"/>
      <w:bookmarkEnd w:id="58"/>
      <w:r w:rsidRPr="00461EB6">
        <w:rPr>
          <w:rFonts w:ascii="Times New Roman" w:hAnsi="Times New Roman"/>
          <w:sz w:val="26"/>
          <w:szCs w:val="26"/>
          <w:lang w:val="uk-UA" w:eastAsia="ru-RU"/>
        </w:rPr>
        <w:t>6.8.2 ступінь магістра бізнес-адміністрування, державного управління, гуманітарних наук;</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59" w:name="n114"/>
      <w:bookmarkEnd w:id="59"/>
      <w:r w:rsidRPr="00461EB6">
        <w:rPr>
          <w:rFonts w:ascii="Times New Roman" w:hAnsi="Times New Roman"/>
          <w:sz w:val="26"/>
          <w:szCs w:val="26"/>
          <w:lang w:val="uk-UA" w:eastAsia="ru-RU"/>
        </w:rPr>
        <w:t>6.8.3 науковий ступінь доктора філософії (кандидата наук) або доктора наук;</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0" w:name="n115"/>
      <w:bookmarkEnd w:id="60"/>
      <w:r w:rsidRPr="00461EB6">
        <w:rPr>
          <w:rFonts w:ascii="Times New Roman" w:hAnsi="Times New Roman"/>
          <w:sz w:val="26"/>
          <w:szCs w:val="26"/>
          <w:lang w:val="uk-UA" w:eastAsia="ru-RU"/>
        </w:rPr>
        <w:t>6.8.4  досвід роботи на керівних посадах в українських/ міжнародних компаніях, установах, програмах, проектах у сфері культури;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1" w:name="n116"/>
      <w:bookmarkEnd w:id="61"/>
      <w:r w:rsidRPr="00461EB6">
        <w:rPr>
          <w:rFonts w:ascii="Times New Roman" w:hAnsi="Times New Roman"/>
          <w:sz w:val="26"/>
          <w:szCs w:val="26"/>
          <w:lang w:val="uk-UA" w:eastAsia="ru-RU"/>
        </w:rPr>
        <w:t>6.8.5  володіння офіційними мовами Європейського Союзу;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2" w:name="n117"/>
      <w:bookmarkEnd w:id="62"/>
      <w:r w:rsidRPr="00461EB6">
        <w:rPr>
          <w:rFonts w:ascii="Times New Roman" w:hAnsi="Times New Roman"/>
          <w:sz w:val="26"/>
          <w:szCs w:val="26"/>
          <w:lang w:val="uk-UA" w:eastAsia="ru-RU"/>
        </w:rPr>
        <w:t>6.8.6 досвід розроблення й реалізації інвестиційних та інноваційних проектів;</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3" w:name="n118"/>
      <w:bookmarkEnd w:id="63"/>
      <w:r w:rsidRPr="00461EB6">
        <w:rPr>
          <w:rFonts w:ascii="Times New Roman" w:hAnsi="Times New Roman"/>
          <w:sz w:val="26"/>
          <w:szCs w:val="26"/>
          <w:lang w:val="uk-UA" w:eastAsia="ru-RU"/>
        </w:rPr>
        <w:t>6.8.7 схвальні відгуки в українських та іноземних галузевих засобах масової інформації;</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4" w:name="n119"/>
      <w:bookmarkEnd w:id="64"/>
      <w:r w:rsidRPr="00461EB6">
        <w:rPr>
          <w:rFonts w:ascii="Times New Roman" w:hAnsi="Times New Roman"/>
          <w:sz w:val="26"/>
          <w:szCs w:val="26"/>
          <w:lang w:val="uk-UA" w:eastAsia="ru-RU"/>
        </w:rPr>
        <w:t>6.8.8  бездоганна ділова репутація.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5" w:name="n120"/>
      <w:bookmarkEnd w:id="65"/>
      <w:r w:rsidRPr="00461EB6">
        <w:rPr>
          <w:rFonts w:ascii="Times New Roman" w:hAnsi="Times New Roman"/>
          <w:sz w:val="26"/>
          <w:szCs w:val="26"/>
          <w:lang w:val="uk-UA" w:eastAsia="ru-RU"/>
        </w:rPr>
        <w:t>6.9. Конкурсна комісія приймає рішення про визнання переможця конкурсу шляхом голосування та оприлюднює його на офіційному веб-сайті Дрогобицької міської ради в мережі Інтернет та в інший спосіб. Спосіб голосування визначається рішенням конкурсної комісії.</w:t>
      </w:r>
    </w:p>
    <w:p w:rsidR="001E4E5E" w:rsidRPr="00461EB6" w:rsidRDefault="001E4E5E" w:rsidP="00B965E7">
      <w:pPr>
        <w:spacing w:after="0" w:line="240" w:lineRule="auto"/>
        <w:ind w:firstLine="708"/>
        <w:jc w:val="both"/>
        <w:rPr>
          <w:rFonts w:ascii="Times New Roman" w:hAnsi="Times New Roman"/>
          <w:sz w:val="26"/>
          <w:szCs w:val="26"/>
          <w:lang w:val="uk-UA" w:eastAsia="ru-RU"/>
        </w:rPr>
      </w:pPr>
      <w:bookmarkStart w:id="66" w:name="n121"/>
      <w:bookmarkEnd w:id="66"/>
      <w:r w:rsidRPr="00461EB6">
        <w:rPr>
          <w:rFonts w:ascii="Times New Roman" w:hAnsi="Times New Roman"/>
          <w:sz w:val="26"/>
          <w:szCs w:val="26"/>
          <w:lang w:val="uk-UA" w:eastAsia="ru-RU"/>
        </w:rPr>
        <w:t>6.10. Рішення конкурсної комісії вважається ухваленим, якщо за нього на засіданні проголосувала більшість від затвердженого складу.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7" w:name="n122"/>
      <w:bookmarkEnd w:id="67"/>
      <w:r w:rsidRPr="00461EB6">
        <w:rPr>
          <w:rFonts w:ascii="Times New Roman" w:hAnsi="Times New Roman"/>
          <w:sz w:val="26"/>
          <w:szCs w:val="26"/>
          <w:lang w:val="uk-UA" w:eastAsia="ru-RU"/>
        </w:rPr>
        <w:t>6.11. У разі виявлення фактів, що свідчать про конфлікт інтересів члена конкурсної комісії, такий член конкурсної комісії не бере участі в голосуванні.</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8" w:name="n123"/>
      <w:bookmarkEnd w:id="68"/>
      <w:r w:rsidRPr="00461EB6">
        <w:rPr>
          <w:rFonts w:ascii="Times New Roman" w:hAnsi="Times New Roman"/>
          <w:sz w:val="26"/>
          <w:szCs w:val="26"/>
          <w:lang w:val="uk-UA" w:eastAsia="ru-RU"/>
        </w:rPr>
        <w:t>6.12. У разі відхилення конкурсною комісією всіх кандидатів, проводиться повторний конкурс у порядку, визначеному пунктом 3.3 Положення.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69" w:name="n124"/>
      <w:bookmarkEnd w:id="69"/>
      <w:r w:rsidRPr="00461EB6">
        <w:rPr>
          <w:rFonts w:ascii="Times New Roman" w:hAnsi="Times New Roman"/>
          <w:sz w:val="26"/>
          <w:szCs w:val="26"/>
          <w:lang w:val="uk-UA" w:eastAsia="ru-RU"/>
        </w:rPr>
        <w:t>6.13.  Наказом начальника відділу культури та мистецтв виконавчих органів Дрогобицької міської ради переможець конкурсу призначається керівником закладу не пізніше двох місяців з дня оголошення конкурсу. Підставою для видання наказу про призначення керівника закладу є підписання контракту. Істотні умови контракту публікуються на офіційному веб-сайті Дрогобицької міської ради в мережі Інтернет не пізніше наступного дня після його підписання.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 xml:space="preserve">6.14. До видання наказу уповноважений орган управління готує особову справу та проект контракту з переможцем у 2-х примірниках за типовою формою контракту з керівником підприємства комунальної власності міста. Контракт підписується начальником відділу культури та мистецтв виконавчих органів Дрогобицької міської ради та обраним за конкурсом керівником закладу. Трудова книжка й особова справа керівника закладу зберігаються у відділі культури та мистецтв виконавчих органів Дрогобицької міської ради. </w:t>
      </w:r>
    </w:p>
    <w:p w:rsidR="001E4E5E" w:rsidRPr="00461EB6" w:rsidRDefault="001E4E5E" w:rsidP="00804F0E">
      <w:pPr>
        <w:spacing w:after="0" w:line="240" w:lineRule="auto"/>
        <w:ind w:firstLine="708"/>
        <w:jc w:val="both"/>
        <w:rPr>
          <w:rFonts w:ascii="Times New Roman" w:hAnsi="Times New Roman"/>
          <w:sz w:val="26"/>
          <w:szCs w:val="26"/>
          <w:lang w:val="uk-UA" w:eastAsia="ru-RU"/>
        </w:rPr>
      </w:pPr>
      <w:bookmarkStart w:id="70" w:name="n125"/>
      <w:bookmarkEnd w:id="70"/>
      <w:r w:rsidRPr="00461EB6">
        <w:rPr>
          <w:rFonts w:ascii="Times New Roman" w:hAnsi="Times New Roman"/>
          <w:sz w:val="26"/>
          <w:szCs w:val="26"/>
          <w:lang w:val="uk-UA" w:eastAsia="ru-RU"/>
        </w:rPr>
        <w:t>6.15. Розділ 3 «Оплата праці та умови матеріального забезпечення» контракту викладається відповідно до вимог чинного законодавства України.</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6.16. Контракт з керівником закладу визначає основні вимоги до діяльності закладу, виконання яких є обов’язковим для керівника</w:t>
      </w:r>
      <w:bookmarkStart w:id="71" w:name="n126"/>
      <w:bookmarkEnd w:id="71"/>
      <w:r w:rsidRPr="00461EB6">
        <w:rPr>
          <w:rFonts w:ascii="Times New Roman" w:hAnsi="Times New Roman"/>
          <w:sz w:val="26"/>
          <w:szCs w:val="26"/>
          <w:lang w:val="uk-UA" w:eastAsia="ru-RU"/>
        </w:rPr>
        <w:t>.</w:t>
      </w:r>
    </w:p>
    <w:p w:rsidR="001E4E5E" w:rsidRPr="00461EB6" w:rsidRDefault="001E4E5E" w:rsidP="00804F0E">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6.17. Обов’язковими умовами контракту з керівником закладу є:</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72" w:name="n127"/>
      <w:bookmarkEnd w:id="72"/>
      <w:r w:rsidRPr="00461EB6">
        <w:rPr>
          <w:rFonts w:ascii="Times New Roman" w:hAnsi="Times New Roman"/>
          <w:sz w:val="26"/>
          <w:szCs w:val="26"/>
          <w:lang w:val="uk-UA" w:eastAsia="ru-RU"/>
        </w:rPr>
        <w:t>6.17.1 програми розвитку закладу на один і п’ять років, що розглядалися на засіданні конкурсної комісії;</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73" w:name="n128"/>
      <w:bookmarkEnd w:id="73"/>
      <w:r w:rsidRPr="00461EB6">
        <w:rPr>
          <w:rFonts w:ascii="Times New Roman" w:hAnsi="Times New Roman"/>
          <w:sz w:val="26"/>
          <w:szCs w:val="26"/>
          <w:lang w:val="uk-UA" w:eastAsia="ru-RU"/>
        </w:rPr>
        <w:t>6.17.2 умови оплати праці керівника;</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74" w:name="n129"/>
      <w:bookmarkEnd w:id="74"/>
      <w:r w:rsidRPr="00461EB6">
        <w:rPr>
          <w:rFonts w:ascii="Times New Roman" w:hAnsi="Times New Roman"/>
          <w:sz w:val="26"/>
          <w:szCs w:val="26"/>
          <w:lang w:val="uk-UA" w:eastAsia="ru-RU"/>
        </w:rPr>
        <w:t>6.17.3 критерії оцінки праці керівника;</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75" w:name="n130"/>
      <w:bookmarkEnd w:id="75"/>
      <w:r w:rsidRPr="00461EB6">
        <w:rPr>
          <w:rFonts w:ascii="Times New Roman" w:hAnsi="Times New Roman"/>
          <w:sz w:val="26"/>
          <w:szCs w:val="26"/>
          <w:lang w:val="uk-UA" w:eastAsia="ru-RU"/>
        </w:rPr>
        <w:t>6.17.4 особливості порядку здійснення контролю за діяльністю закладу;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76" w:name="n131"/>
      <w:bookmarkEnd w:id="76"/>
      <w:r w:rsidRPr="00461EB6">
        <w:rPr>
          <w:rFonts w:ascii="Times New Roman" w:hAnsi="Times New Roman"/>
          <w:sz w:val="26"/>
          <w:szCs w:val="26"/>
          <w:lang w:val="uk-UA" w:eastAsia="ru-RU"/>
        </w:rPr>
        <w:t>6.17.5 заходи відповідальності за невиконання або неналежне                 виконання умов контракту;</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77" w:name="n132"/>
      <w:bookmarkEnd w:id="77"/>
      <w:r w:rsidRPr="00461EB6">
        <w:rPr>
          <w:rFonts w:ascii="Times New Roman" w:hAnsi="Times New Roman"/>
          <w:sz w:val="26"/>
          <w:szCs w:val="26"/>
          <w:lang w:val="uk-UA" w:eastAsia="ru-RU"/>
        </w:rPr>
        <w:t>6.17.6 особливі підстави для дострокового розірвання контракту та відповідні наслідки для його сторін.</w:t>
      </w:r>
    </w:p>
    <w:p w:rsidR="001E4E5E" w:rsidRPr="00461EB6" w:rsidRDefault="001E4E5E" w:rsidP="00B965E7">
      <w:pPr>
        <w:spacing w:after="0" w:line="240" w:lineRule="auto"/>
        <w:ind w:firstLine="709"/>
        <w:jc w:val="both"/>
        <w:rPr>
          <w:rFonts w:ascii="Times New Roman" w:hAnsi="Times New Roman"/>
          <w:sz w:val="26"/>
          <w:szCs w:val="26"/>
          <w:lang w:val="uk-UA" w:eastAsia="ru-RU"/>
        </w:rPr>
      </w:pPr>
      <w:r w:rsidRPr="00461EB6">
        <w:rPr>
          <w:rFonts w:ascii="Times New Roman" w:hAnsi="Times New Roman"/>
          <w:sz w:val="26"/>
          <w:szCs w:val="26"/>
          <w:lang w:val="uk-UA" w:eastAsia="ru-RU"/>
        </w:rPr>
        <w:t xml:space="preserve">6.18. За угодою сторін до чинного контракту можуть бути внесені зміни та доповнення шляхом укладання додаткової угоди. Копії контрактів, угод до них та наказів про призначення керівника закладу подаються до відділу – центру надання адміністративних послуг Дрогобицької міської ради для ведення загальноміського реєстру. </w:t>
      </w:r>
    </w:p>
    <w:p w:rsidR="001E4E5E" w:rsidRPr="00461EB6" w:rsidRDefault="001E4E5E" w:rsidP="00804F0E">
      <w:pPr>
        <w:spacing w:after="0" w:line="240" w:lineRule="auto"/>
        <w:ind w:firstLine="709"/>
        <w:jc w:val="both"/>
        <w:rPr>
          <w:rFonts w:ascii="Times New Roman" w:hAnsi="Times New Roman"/>
          <w:sz w:val="26"/>
          <w:szCs w:val="26"/>
          <w:lang w:val="uk-UA" w:eastAsia="ru-RU"/>
        </w:rPr>
      </w:pPr>
    </w:p>
    <w:p w:rsidR="001E4E5E" w:rsidRPr="00461EB6" w:rsidRDefault="001E4E5E" w:rsidP="00804F0E">
      <w:pPr>
        <w:spacing w:after="0" w:line="240" w:lineRule="auto"/>
        <w:jc w:val="center"/>
        <w:rPr>
          <w:rFonts w:ascii="Times New Roman" w:hAnsi="Times New Roman"/>
          <w:b/>
          <w:i/>
          <w:sz w:val="26"/>
          <w:szCs w:val="26"/>
          <w:lang w:val="uk-UA" w:eastAsia="ru-RU"/>
        </w:rPr>
      </w:pPr>
      <w:bookmarkStart w:id="78" w:name="n133"/>
      <w:bookmarkEnd w:id="78"/>
      <w:r w:rsidRPr="00461EB6">
        <w:rPr>
          <w:rFonts w:ascii="Times New Roman" w:hAnsi="Times New Roman"/>
          <w:b/>
          <w:i/>
          <w:sz w:val="26"/>
          <w:szCs w:val="26"/>
          <w:lang w:val="uk-UA" w:eastAsia="ru-RU"/>
        </w:rPr>
        <w:t>7. Прикінцеві положення</w:t>
      </w:r>
    </w:p>
    <w:p w:rsidR="001E4E5E" w:rsidRPr="00461EB6" w:rsidRDefault="001E4E5E" w:rsidP="00804F0E">
      <w:pPr>
        <w:spacing w:after="0" w:line="240" w:lineRule="auto"/>
        <w:ind w:firstLine="709"/>
        <w:jc w:val="center"/>
        <w:rPr>
          <w:rFonts w:ascii="Times New Roman" w:hAnsi="Times New Roman"/>
          <w:b/>
          <w:i/>
          <w:sz w:val="26"/>
          <w:szCs w:val="26"/>
          <w:lang w:val="uk-UA" w:eastAsia="ru-RU"/>
        </w:rPr>
      </w:pP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79" w:name="n134"/>
      <w:bookmarkEnd w:id="79"/>
      <w:r w:rsidRPr="00461EB6">
        <w:rPr>
          <w:rFonts w:ascii="Times New Roman" w:hAnsi="Times New Roman"/>
          <w:sz w:val="26"/>
          <w:szCs w:val="26"/>
          <w:lang w:val="uk-UA" w:eastAsia="ru-RU"/>
        </w:rPr>
        <w:t>7.1. Положення набуває чинності з дня, наступного за днем його затвердження.</w:t>
      </w:r>
    </w:p>
    <w:p w:rsidR="001E4E5E" w:rsidRPr="00461EB6" w:rsidRDefault="001E4E5E" w:rsidP="00804F0E">
      <w:pPr>
        <w:spacing w:after="0" w:line="240" w:lineRule="auto"/>
        <w:ind w:firstLine="709"/>
        <w:jc w:val="both"/>
        <w:rPr>
          <w:rFonts w:ascii="Times New Roman" w:hAnsi="Times New Roman"/>
          <w:sz w:val="26"/>
          <w:szCs w:val="26"/>
          <w:lang w:val="uk-UA" w:eastAsia="ru-RU"/>
        </w:rPr>
      </w:pPr>
      <w:bookmarkStart w:id="80" w:name="n135"/>
      <w:bookmarkStart w:id="81" w:name="n137"/>
      <w:bookmarkStart w:id="82" w:name="n138"/>
      <w:bookmarkEnd w:id="80"/>
      <w:bookmarkEnd w:id="81"/>
      <w:bookmarkEnd w:id="82"/>
      <w:r w:rsidRPr="00461EB6">
        <w:rPr>
          <w:rFonts w:ascii="Times New Roman" w:hAnsi="Times New Roman"/>
          <w:sz w:val="26"/>
          <w:szCs w:val="26"/>
          <w:lang w:val="uk-UA" w:eastAsia="ru-RU"/>
        </w:rPr>
        <w:t>7.2.  Керівники  закладів,  з  якими  на   24.02.2016   укладено  контракт,</w:t>
      </w:r>
    </w:p>
    <w:p w:rsidR="001E4E5E" w:rsidRPr="00461EB6" w:rsidRDefault="001E4E5E" w:rsidP="00804F0E">
      <w:pPr>
        <w:spacing w:after="0" w:line="240" w:lineRule="auto"/>
        <w:jc w:val="both"/>
        <w:rPr>
          <w:rFonts w:ascii="Times New Roman" w:hAnsi="Times New Roman"/>
          <w:sz w:val="26"/>
          <w:szCs w:val="26"/>
          <w:lang w:val="uk-UA" w:eastAsia="ru-RU"/>
        </w:rPr>
      </w:pPr>
      <w:r w:rsidRPr="00461EB6">
        <w:rPr>
          <w:rFonts w:ascii="Times New Roman" w:hAnsi="Times New Roman"/>
          <w:sz w:val="26"/>
          <w:szCs w:val="26"/>
          <w:lang w:val="uk-UA" w:eastAsia="ru-RU"/>
        </w:rPr>
        <w:t>працюють на посаді до закінчення строку його дії. Такі керівники зобов’язані подати до уповноваженого органу управління проект програми розвитку закладу культури на строк дії контракту відповідно до вимог чинного законодавства України.</w:t>
      </w:r>
    </w:p>
    <w:p w:rsidR="001E4E5E" w:rsidRPr="00461EB6" w:rsidRDefault="001E4E5E" w:rsidP="00804F0E">
      <w:pPr>
        <w:pStyle w:val="1"/>
        <w:spacing w:after="0" w:line="240" w:lineRule="auto"/>
        <w:ind w:left="0" w:firstLine="709"/>
        <w:jc w:val="both"/>
        <w:rPr>
          <w:rFonts w:ascii="Times New Roman" w:hAnsi="Times New Roman"/>
          <w:sz w:val="26"/>
          <w:szCs w:val="26"/>
          <w:lang w:val="uk-UA"/>
        </w:rPr>
      </w:pPr>
      <w:bookmarkStart w:id="83" w:name="n139"/>
      <w:bookmarkEnd w:id="83"/>
    </w:p>
    <w:p w:rsidR="001E4E5E" w:rsidRPr="00461EB6" w:rsidRDefault="001E4E5E" w:rsidP="00804F0E">
      <w:pPr>
        <w:pStyle w:val="1"/>
        <w:spacing w:after="0" w:line="240" w:lineRule="auto"/>
        <w:ind w:left="0" w:firstLine="709"/>
        <w:jc w:val="both"/>
        <w:rPr>
          <w:rFonts w:ascii="Times New Roman" w:hAnsi="Times New Roman"/>
          <w:sz w:val="26"/>
          <w:szCs w:val="26"/>
          <w:lang w:val="uk-UA"/>
        </w:rPr>
      </w:pPr>
    </w:p>
    <w:p w:rsidR="001E4E5E" w:rsidRPr="00461EB6" w:rsidRDefault="001E4E5E" w:rsidP="00804F0E">
      <w:pPr>
        <w:pStyle w:val="1"/>
        <w:spacing w:after="0" w:line="240" w:lineRule="auto"/>
        <w:ind w:left="0" w:firstLine="709"/>
        <w:jc w:val="both"/>
        <w:rPr>
          <w:rFonts w:ascii="Times New Roman" w:hAnsi="Times New Roman"/>
          <w:sz w:val="26"/>
          <w:szCs w:val="26"/>
          <w:lang w:val="uk-UA"/>
        </w:rPr>
      </w:pPr>
    </w:p>
    <w:p w:rsidR="001E4E5E" w:rsidRPr="00461EB6" w:rsidRDefault="001E4E5E" w:rsidP="00804F0E">
      <w:pPr>
        <w:pStyle w:val="1"/>
        <w:spacing w:after="0" w:line="240" w:lineRule="auto"/>
        <w:ind w:left="0" w:firstLine="709"/>
        <w:jc w:val="both"/>
        <w:rPr>
          <w:rFonts w:ascii="Times New Roman" w:hAnsi="Times New Roman"/>
          <w:sz w:val="26"/>
          <w:szCs w:val="26"/>
          <w:lang w:val="uk-UA"/>
        </w:rPr>
      </w:pPr>
    </w:p>
    <w:p w:rsidR="001E4E5E" w:rsidRPr="00461EB6" w:rsidRDefault="001E4E5E" w:rsidP="00804F0E">
      <w:pPr>
        <w:spacing w:after="0" w:line="240" w:lineRule="auto"/>
        <w:jc w:val="both"/>
        <w:rPr>
          <w:rStyle w:val="Strong"/>
          <w:sz w:val="26"/>
          <w:szCs w:val="26"/>
          <w:lang w:val="uk-UA"/>
        </w:rPr>
      </w:pPr>
      <w:r w:rsidRPr="00461EB6">
        <w:rPr>
          <w:rStyle w:val="Strong"/>
          <w:sz w:val="26"/>
          <w:szCs w:val="26"/>
          <w:lang w:val="uk-UA"/>
        </w:rPr>
        <w:t>Перший заступник</w:t>
      </w:r>
      <w:r w:rsidRPr="00461EB6">
        <w:rPr>
          <w:rStyle w:val="Strong"/>
          <w:sz w:val="26"/>
          <w:szCs w:val="26"/>
        </w:rPr>
        <w:t xml:space="preserve"> міського голови </w:t>
      </w:r>
      <w:r w:rsidRPr="00461EB6">
        <w:rPr>
          <w:rStyle w:val="Strong"/>
          <w:sz w:val="26"/>
          <w:szCs w:val="26"/>
          <w:lang w:val="uk-UA"/>
        </w:rPr>
        <w:tab/>
      </w:r>
      <w:r w:rsidRPr="00461EB6">
        <w:rPr>
          <w:rStyle w:val="Strong"/>
          <w:sz w:val="26"/>
          <w:szCs w:val="26"/>
          <w:lang w:val="uk-UA"/>
        </w:rPr>
        <w:tab/>
      </w:r>
      <w:r w:rsidRPr="00461EB6">
        <w:rPr>
          <w:rStyle w:val="Strong"/>
          <w:sz w:val="26"/>
          <w:szCs w:val="26"/>
          <w:lang w:val="uk-UA"/>
        </w:rPr>
        <w:tab/>
      </w:r>
      <w:r w:rsidRPr="00461EB6">
        <w:rPr>
          <w:rStyle w:val="Strong"/>
          <w:sz w:val="26"/>
          <w:szCs w:val="26"/>
          <w:lang w:val="uk-UA"/>
        </w:rPr>
        <w:tab/>
      </w:r>
      <w:r w:rsidRPr="00461EB6">
        <w:rPr>
          <w:rStyle w:val="Strong"/>
          <w:sz w:val="26"/>
          <w:szCs w:val="26"/>
          <w:lang w:val="uk-UA"/>
        </w:rPr>
        <w:tab/>
        <w:t xml:space="preserve">       І.Герман</w:t>
      </w:r>
    </w:p>
    <w:p w:rsidR="001E4E5E" w:rsidRDefault="001E4E5E" w:rsidP="00804F0E">
      <w:pPr>
        <w:rPr>
          <w:rStyle w:val="Strong"/>
          <w:sz w:val="28"/>
          <w:szCs w:val="28"/>
          <w:lang w:val="uk-UA"/>
        </w:rPr>
      </w:pPr>
    </w:p>
    <w:p w:rsidR="001E4E5E" w:rsidRPr="00DF285D" w:rsidRDefault="001E4E5E" w:rsidP="00804F0E">
      <w:pPr>
        <w:rPr>
          <w:sz w:val="32"/>
          <w:szCs w:val="32"/>
          <w:lang w:val="uk-UA"/>
        </w:rPr>
      </w:pPr>
    </w:p>
    <w:p w:rsidR="001E4E5E" w:rsidRDefault="001E4E5E">
      <w:pPr>
        <w:rPr>
          <w:lang w:val="uk-UA"/>
        </w:rPr>
      </w:pPr>
    </w:p>
    <w:p w:rsidR="001E4E5E" w:rsidRDefault="001E4E5E">
      <w:pPr>
        <w:rPr>
          <w:lang w:val="uk-UA"/>
        </w:rPr>
      </w:pPr>
    </w:p>
    <w:p w:rsidR="001E4E5E" w:rsidRDefault="001E4E5E">
      <w:pPr>
        <w:rPr>
          <w:lang w:val="uk-UA"/>
        </w:rPr>
      </w:pPr>
    </w:p>
    <w:p w:rsidR="001E4E5E" w:rsidRDefault="001E4E5E">
      <w:pPr>
        <w:rPr>
          <w:lang w:val="uk-UA"/>
        </w:rPr>
      </w:pPr>
    </w:p>
    <w:p w:rsidR="001E4E5E" w:rsidRDefault="001E4E5E">
      <w:pPr>
        <w:rPr>
          <w:lang w:val="uk-UA"/>
        </w:rPr>
      </w:pPr>
    </w:p>
    <w:p w:rsidR="001E4E5E" w:rsidRDefault="001E4E5E">
      <w:pPr>
        <w:rPr>
          <w:lang w:val="uk-UA"/>
        </w:rPr>
      </w:pPr>
    </w:p>
    <w:p w:rsidR="001E4E5E" w:rsidRDefault="001E4E5E">
      <w:pPr>
        <w:rPr>
          <w:lang w:val="uk-UA"/>
        </w:rPr>
      </w:pPr>
    </w:p>
    <w:p w:rsidR="001E4E5E" w:rsidRDefault="001E4E5E">
      <w:pPr>
        <w:rPr>
          <w:lang w:val="uk-UA"/>
        </w:rPr>
      </w:pPr>
    </w:p>
    <w:p w:rsidR="001E4E5E" w:rsidRDefault="001E4E5E">
      <w:pPr>
        <w:rPr>
          <w:lang w:val="uk-UA"/>
        </w:rPr>
      </w:pPr>
    </w:p>
    <w:p w:rsidR="001E4E5E" w:rsidRDefault="001E4E5E">
      <w:pPr>
        <w:rPr>
          <w:lang w:val="uk-UA"/>
        </w:rPr>
      </w:pPr>
    </w:p>
    <w:p w:rsidR="001E4E5E" w:rsidRDefault="001E4E5E">
      <w:pPr>
        <w:rPr>
          <w:lang w:val="uk-UA"/>
        </w:rPr>
      </w:pPr>
    </w:p>
    <w:sectPr w:rsidR="001E4E5E" w:rsidSect="00461EB6">
      <w:pgSz w:w="11906" w:h="16838"/>
      <w:pgMar w:top="284" w:right="566" w:bottom="28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04023"/>
    <w:multiLevelType w:val="multilevel"/>
    <w:tmpl w:val="B2282F7C"/>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4320" w:hanging="180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4F0E"/>
    <w:rsid w:val="001E4E5E"/>
    <w:rsid w:val="003D59EC"/>
    <w:rsid w:val="00461EB6"/>
    <w:rsid w:val="00611A94"/>
    <w:rsid w:val="00682BE0"/>
    <w:rsid w:val="007F3D95"/>
    <w:rsid w:val="00804F0E"/>
    <w:rsid w:val="00831ABD"/>
    <w:rsid w:val="008A3B10"/>
    <w:rsid w:val="00B24AC4"/>
    <w:rsid w:val="00B965E7"/>
    <w:rsid w:val="00BA18F6"/>
    <w:rsid w:val="00C868CD"/>
    <w:rsid w:val="00DF285D"/>
    <w:rsid w:val="00EA6C86"/>
    <w:rsid w:val="00F4044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F0E"/>
    <w:pPr>
      <w:spacing w:after="200" w:line="276" w:lineRule="auto"/>
    </w:pPr>
    <w:rPr>
      <w:rFonts w:eastAsia="Times New Roman"/>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804F0E"/>
    <w:pPr>
      <w:ind w:left="720"/>
      <w:contextualSpacing/>
    </w:pPr>
  </w:style>
  <w:style w:type="table" w:styleId="TableGrid">
    <w:name w:val="Table Grid"/>
    <w:basedOn w:val="TableNormal"/>
    <w:uiPriority w:val="99"/>
    <w:rsid w:val="00804F0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804F0E"/>
    <w:rPr>
      <w:rFonts w:cs="Times New Roman"/>
      <w:color w:val="0000FF"/>
      <w:u w:val="single"/>
    </w:rPr>
  </w:style>
  <w:style w:type="character" w:styleId="Strong">
    <w:name w:val="Strong"/>
    <w:basedOn w:val="DefaultParagraphFont"/>
    <w:uiPriority w:val="99"/>
    <w:qFormat/>
    <w:rsid w:val="00804F0E"/>
    <w:rPr>
      <w:rFonts w:cs="Times New Roman"/>
      <w:b/>
      <w:bCs/>
    </w:rPr>
  </w:style>
</w:styles>
</file>

<file path=word/webSettings.xml><?xml version="1.0" encoding="utf-8"?>
<w:webSettings xmlns:r="http://schemas.openxmlformats.org/officeDocument/2006/relationships" xmlns:w="http://schemas.openxmlformats.org/wordprocessingml/2006/main">
  <w:divs>
    <w:div w:id="15159945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2297-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297-17" TargetMode="External"/><Relationship Id="rId5" Type="http://schemas.openxmlformats.org/officeDocument/2006/relationships/hyperlink" Target="http://zakon2.rada.gov.ua/laws/show/2297-1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72</TotalTime>
  <Pages>5</Pages>
  <Words>2241</Words>
  <Characters>12776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Natalka</cp:lastModifiedBy>
  <cp:revision>11</cp:revision>
  <cp:lastPrinted>2017-08-15T07:06:00Z</cp:lastPrinted>
  <dcterms:created xsi:type="dcterms:W3CDTF">2017-07-27T08:09:00Z</dcterms:created>
  <dcterms:modified xsi:type="dcterms:W3CDTF">2017-08-22T08:27:00Z</dcterms:modified>
</cp:coreProperties>
</file>